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7D9" w:rsidRPr="00706A6E" w:rsidRDefault="00E267D9" w:rsidP="00162744">
      <w:pPr>
        <w:spacing w:after="0" w:line="240" w:lineRule="auto"/>
        <w:jc w:val="both"/>
        <w:rPr>
          <w:rFonts w:ascii="Times New Roman" w:eastAsia="MS Mincho" w:hAnsi="Times New Roman"/>
          <w:b/>
          <w:color w:val="000000"/>
          <w:spacing w:val="-3"/>
          <w:sz w:val="24"/>
          <w:szCs w:val="24"/>
          <w:lang w:eastAsia="ar-SA"/>
        </w:rPr>
      </w:pPr>
      <w:r w:rsidRPr="00706A6E">
        <w:rPr>
          <w:rFonts w:ascii="Times New Roman" w:eastAsia="MS Mincho" w:hAnsi="Times New Roman"/>
          <w:b/>
          <w:color w:val="000000"/>
          <w:spacing w:val="-3"/>
          <w:sz w:val="24"/>
          <w:szCs w:val="24"/>
          <w:lang w:eastAsia="ar-SA"/>
        </w:rPr>
        <w:t>Аннотация к рабочей программе кружка «</w:t>
      </w:r>
      <w:r>
        <w:rPr>
          <w:rFonts w:ascii="Times New Roman" w:eastAsia="MS Mincho" w:hAnsi="Times New Roman"/>
          <w:b/>
          <w:color w:val="000000"/>
          <w:spacing w:val="-3"/>
          <w:sz w:val="24"/>
          <w:szCs w:val="24"/>
          <w:lang w:eastAsia="ar-SA"/>
        </w:rPr>
        <w:t>Занимательная математика</w:t>
      </w:r>
      <w:r w:rsidRPr="00706A6E">
        <w:rPr>
          <w:rFonts w:ascii="Times New Roman" w:eastAsia="MS Mincho" w:hAnsi="Times New Roman"/>
          <w:b/>
          <w:color w:val="000000"/>
          <w:spacing w:val="-3"/>
          <w:sz w:val="24"/>
          <w:szCs w:val="24"/>
          <w:lang w:eastAsia="ar-SA"/>
        </w:rPr>
        <w:t>»  (</w:t>
      </w:r>
      <w:r>
        <w:rPr>
          <w:rFonts w:ascii="Times New Roman" w:eastAsia="MS Mincho" w:hAnsi="Times New Roman"/>
          <w:b/>
          <w:color w:val="000000"/>
          <w:spacing w:val="-3"/>
          <w:sz w:val="24"/>
          <w:szCs w:val="24"/>
          <w:lang w:eastAsia="ar-SA"/>
        </w:rPr>
        <w:t>4</w:t>
      </w:r>
      <w:r w:rsidRPr="00706A6E">
        <w:rPr>
          <w:rFonts w:ascii="Times New Roman" w:eastAsia="MS Mincho" w:hAnsi="Times New Roman"/>
          <w:b/>
          <w:color w:val="000000"/>
          <w:spacing w:val="-3"/>
          <w:sz w:val="24"/>
          <w:szCs w:val="24"/>
          <w:lang w:eastAsia="ar-SA"/>
        </w:rPr>
        <w:t xml:space="preserve"> класс)</w:t>
      </w:r>
    </w:p>
    <w:p w:rsidR="00E267D9" w:rsidRPr="00706A6E" w:rsidRDefault="00E267D9" w:rsidP="00162744">
      <w:pPr>
        <w:spacing w:after="0" w:line="240" w:lineRule="auto"/>
        <w:jc w:val="both"/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</w:pPr>
      <w:r w:rsidRPr="00706A6E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>Рабочая программа кружка «</w:t>
      </w:r>
      <w:r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>Занимательная математика</w:t>
      </w:r>
      <w:r w:rsidRPr="00706A6E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>» составлена на основе авторской программы внеурочной деятельности «</w:t>
      </w:r>
      <w:r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 xml:space="preserve">Занимательная математика» Е.Э. Кочуровой,   </w:t>
      </w:r>
      <w:r w:rsidRPr="00706A6E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 xml:space="preserve"> (Сборник  программ внеурочной деятельности: 1-4 классы / под ред. Виноградовой. - М.: Вентана - Граф, 2011). </w:t>
      </w:r>
    </w:p>
    <w:p w:rsidR="00E267D9" w:rsidRPr="00706A6E" w:rsidRDefault="00E267D9" w:rsidP="00162744">
      <w:pPr>
        <w:spacing w:after="0" w:line="240" w:lineRule="auto"/>
        <w:jc w:val="both"/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</w:pPr>
      <w:r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 xml:space="preserve">Рабочая программа кружка </w:t>
      </w:r>
      <w:r w:rsidRPr="00706A6E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>«</w:t>
      </w:r>
      <w:r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 xml:space="preserve">Занимательная математика» направлена </w:t>
      </w:r>
      <w:bookmarkStart w:id="0" w:name="_GoBack"/>
      <w:bookmarkEnd w:id="0"/>
      <w:r w:rsidRPr="00706A6E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 xml:space="preserve">на  </w:t>
      </w:r>
      <w:r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 xml:space="preserve">общеинтеллектуальное </w:t>
      </w:r>
      <w:r w:rsidRPr="00706A6E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 xml:space="preserve"> развитие обучающихся.</w:t>
      </w:r>
      <w:r w:rsidRPr="00706A6E">
        <w:rPr>
          <w:sz w:val="24"/>
          <w:szCs w:val="24"/>
        </w:rPr>
        <w:t xml:space="preserve">  </w:t>
      </w:r>
      <w:r w:rsidRPr="00706A6E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>Срок реализации программы 4 года.</w:t>
      </w:r>
      <w:r w:rsidRPr="00706A6E">
        <w:rPr>
          <w:sz w:val="24"/>
          <w:szCs w:val="24"/>
        </w:rPr>
        <w:t xml:space="preserve"> </w:t>
      </w:r>
      <w:r w:rsidRPr="00706A6E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>Возраст детей – 6,6-10 лет (1-4 классы).</w:t>
      </w:r>
    </w:p>
    <w:p w:rsidR="00E267D9" w:rsidRPr="00706A6E" w:rsidRDefault="00E267D9" w:rsidP="00895F27">
      <w:pPr>
        <w:spacing w:after="0" w:line="240" w:lineRule="auto"/>
        <w:jc w:val="both"/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</w:pPr>
      <w:r w:rsidRPr="00706A6E">
        <w:rPr>
          <w:rFonts w:ascii="Times New Roman" w:hAnsi="Times New Roman"/>
          <w:sz w:val="24"/>
          <w:szCs w:val="24"/>
        </w:rPr>
        <w:t xml:space="preserve">Рабочая программа рассчитана  </w:t>
      </w:r>
      <w:r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 xml:space="preserve">в 4 </w:t>
      </w:r>
      <w:r w:rsidRPr="00706A6E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 xml:space="preserve">классе на 34 часа (1 ч в неделю, 34 учебные недели).   </w:t>
      </w:r>
    </w:p>
    <w:p w:rsidR="00E267D9" w:rsidRPr="00706A6E" w:rsidRDefault="00E267D9" w:rsidP="00895F27">
      <w:pPr>
        <w:spacing w:after="0" w:line="240" w:lineRule="auto"/>
        <w:jc w:val="both"/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</w:pPr>
    </w:p>
    <w:p w:rsidR="00E267D9" w:rsidRPr="00441886" w:rsidRDefault="00E267D9" w:rsidP="00895F2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267D9" w:rsidRPr="00706A6E" w:rsidRDefault="00E267D9" w:rsidP="00895F27">
      <w:pPr>
        <w:spacing w:after="0" w:line="240" w:lineRule="auto"/>
        <w:rPr>
          <w:rFonts w:ascii="Times New Roman" w:eastAsia="MS Mincho" w:hAnsi="Times New Roman"/>
          <w:b/>
          <w:color w:val="000000"/>
          <w:spacing w:val="-3"/>
          <w:sz w:val="24"/>
          <w:szCs w:val="24"/>
          <w:lang w:eastAsia="ar-SA"/>
        </w:rPr>
      </w:pPr>
      <w:r w:rsidRPr="00706A6E">
        <w:rPr>
          <w:rFonts w:ascii="Times New Roman" w:eastAsia="MS Mincho" w:hAnsi="Times New Roman"/>
          <w:b/>
          <w:color w:val="000000"/>
          <w:spacing w:val="-3"/>
          <w:sz w:val="24"/>
          <w:szCs w:val="24"/>
          <w:lang w:eastAsia="ar-SA"/>
        </w:rPr>
        <w:t>Аннотация к рабочей программе кружка «</w:t>
      </w:r>
      <w:r>
        <w:rPr>
          <w:rFonts w:ascii="Times New Roman" w:eastAsia="MS Mincho" w:hAnsi="Times New Roman"/>
          <w:b/>
          <w:color w:val="000000"/>
          <w:spacing w:val="-3"/>
          <w:sz w:val="24"/>
          <w:szCs w:val="24"/>
          <w:lang w:eastAsia="ar-SA"/>
        </w:rPr>
        <w:t>Дорогою добра</w:t>
      </w:r>
      <w:r w:rsidRPr="00706A6E">
        <w:rPr>
          <w:rFonts w:ascii="Times New Roman" w:eastAsia="MS Mincho" w:hAnsi="Times New Roman"/>
          <w:b/>
          <w:color w:val="000000"/>
          <w:spacing w:val="-3"/>
          <w:sz w:val="24"/>
          <w:szCs w:val="24"/>
          <w:lang w:eastAsia="ar-SA"/>
        </w:rPr>
        <w:t>»</w:t>
      </w:r>
      <w:r>
        <w:rPr>
          <w:rFonts w:ascii="Times New Roman" w:eastAsia="MS Mincho" w:hAnsi="Times New Roman"/>
          <w:b/>
          <w:color w:val="000000"/>
          <w:spacing w:val="-3"/>
          <w:sz w:val="24"/>
          <w:szCs w:val="24"/>
          <w:lang w:eastAsia="ar-SA"/>
        </w:rPr>
        <w:t xml:space="preserve">  (4</w:t>
      </w:r>
      <w:r w:rsidRPr="00706A6E">
        <w:rPr>
          <w:rFonts w:ascii="Times New Roman" w:eastAsia="MS Mincho" w:hAnsi="Times New Roman"/>
          <w:b/>
          <w:color w:val="000000"/>
          <w:spacing w:val="-3"/>
          <w:sz w:val="24"/>
          <w:szCs w:val="24"/>
          <w:lang w:eastAsia="ar-SA"/>
        </w:rPr>
        <w:t xml:space="preserve"> класс)</w:t>
      </w:r>
    </w:p>
    <w:p w:rsidR="00E267D9" w:rsidRPr="00706A6E" w:rsidRDefault="00E267D9" w:rsidP="00B05DE0">
      <w:pPr>
        <w:spacing w:after="0" w:line="240" w:lineRule="auto"/>
        <w:jc w:val="both"/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</w:pPr>
      <w:r w:rsidRPr="00706A6E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>Рабочая программа кружка «</w:t>
      </w:r>
      <w:r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>Дорогою добра</w:t>
      </w:r>
      <w:r w:rsidRPr="00706A6E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>» составлена на основе авторской программы внеурочной деятельности «</w:t>
      </w:r>
      <w:r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>Дорогою добра</w:t>
      </w:r>
      <w:r w:rsidRPr="00706A6E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>»</w:t>
      </w:r>
      <w:r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 xml:space="preserve"> Л.В. Шмитовой, учителя начальных классов МБОУ «Остерская средняя школа», 2016. </w:t>
      </w:r>
      <w:r>
        <w:rPr>
          <w:sz w:val="24"/>
          <w:szCs w:val="24"/>
        </w:rPr>
        <w:t xml:space="preserve"> </w:t>
      </w:r>
    </w:p>
    <w:p w:rsidR="00E267D9" w:rsidRPr="00F80818" w:rsidRDefault="00E267D9" w:rsidP="00B05DE0">
      <w:pPr>
        <w:spacing w:after="0" w:line="240" w:lineRule="auto"/>
        <w:jc w:val="both"/>
        <w:rPr>
          <w:rFonts w:ascii="Times New Roman" w:eastAsia="MS Mincho" w:hAnsi="Times New Roman"/>
          <w:b/>
          <w:color w:val="FF0000"/>
          <w:spacing w:val="-3"/>
          <w:sz w:val="24"/>
          <w:szCs w:val="24"/>
          <w:lang w:eastAsia="ar-SA"/>
        </w:rPr>
      </w:pPr>
      <w:r w:rsidRPr="00706A6E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>Рабочая программа кружка «</w:t>
      </w:r>
      <w:r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>Дорогою добра</w:t>
      </w:r>
      <w:r w:rsidRPr="00706A6E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>» направлена на</w:t>
      </w:r>
      <w:r w:rsidRPr="00F80818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 xml:space="preserve"> </w:t>
      </w:r>
      <w:r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 xml:space="preserve">духовно-нравственное </w:t>
      </w:r>
      <w:r w:rsidRPr="00706A6E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 xml:space="preserve">   </w:t>
      </w:r>
      <w:r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 xml:space="preserve"> </w:t>
      </w:r>
      <w:r w:rsidRPr="00706A6E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 xml:space="preserve"> развитие обучающихся.</w:t>
      </w:r>
      <w:r w:rsidRPr="00706A6E">
        <w:rPr>
          <w:sz w:val="24"/>
          <w:szCs w:val="24"/>
        </w:rPr>
        <w:t xml:space="preserve">  </w:t>
      </w:r>
      <w:r w:rsidRPr="00706A6E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 xml:space="preserve">Срок реализации программы </w:t>
      </w:r>
      <w:r w:rsidRPr="00A92127">
        <w:rPr>
          <w:rFonts w:ascii="Times New Roman" w:eastAsia="MS Mincho" w:hAnsi="Times New Roman"/>
          <w:spacing w:val="-3"/>
          <w:sz w:val="24"/>
          <w:szCs w:val="24"/>
          <w:lang w:eastAsia="ar-SA"/>
        </w:rPr>
        <w:t>2 года.</w:t>
      </w:r>
      <w:r w:rsidRPr="00A92127">
        <w:rPr>
          <w:sz w:val="24"/>
          <w:szCs w:val="24"/>
        </w:rPr>
        <w:t xml:space="preserve"> </w:t>
      </w:r>
      <w:r w:rsidRPr="00706A6E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 xml:space="preserve">Возраст детей – </w:t>
      </w:r>
      <w:r w:rsidRPr="00A92127">
        <w:rPr>
          <w:rFonts w:ascii="Times New Roman" w:eastAsia="MS Mincho" w:hAnsi="Times New Roman"/>
          <w:spacing w:val="-3"/>
          <w:sz w:val="24"/>
          <w:szCs w:val="24"/>
          <w:lang w:eastAsia="ar-SA"/>
        </w:rPr>
        <w:t>9 - 10 лет (3 - 4 классы).</w:t>
      </w:r>
    </w:p>
    <w:p w:rsidR="00E267D9" w:rsidRPr="00706A6E" w:rsidRDefault="00E267D9" w:rsidP="00B05DE0">
      <w:pPr>
        <w:spacing w:after="0" w:line="240" w:lineRule="auto"/>
        <w:jc w:val="both"/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</w:pPr>
      <w:r w:rsidRPr="00706A6E">
        <w:rPr>
          <w:rFonts w:ascii="Times New Roman" w:hAnsi="Times New Roman"/>
          <w:sz w:val="24"/>
          <w:szCs w:val="24"/>
        </w:rPr>
        <w:t xml:space="preserve">Рабочая программа рассчитана  </w:t>
      </w:r>
      <w:r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>в 4</w:t>
      </w:r>
      <w:r w:rsidRPr="00706A6E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 xml:space="preserve"> классе на 34 часа (1 ч в неделю, 34 учебные недели).   </w:t>
      </w:r>
    </w:p>
    <w:p w:rsidR="00E267D9" w:rsidRDefault="00E267D9" w:rsidP="00895F27">
      <w:pPr>
        <w:spacing w:after="0" w:line="240" w:lineRule="auto"/>
        <w:jc w:val="both"/>
        <w:rPr>
          <w:rFonts w:ascii="Times New Roman" w:eastAsia="MS Mincho" w:hAnsi="Times New Roman"/>
          <w:color w:val="000000"/>
          <w:spacing w:val="-3"/>
          <w:lang w:eastAsia="ar-SA"/>
        </w:rPr>
      </w:pPr>
    </w:p>
    <w:p w:rsidR="00E267D9" w:rsidRPr="003B5EE7" w:rsidRDefault="00E267D9" w:rsidP="00895F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MS Mincho" w:hAnsi="Times New Roman"/>
          <w:color w:val="000000"/>
          <w:spacing w:val="-3"/>
          <w:lang w:eastAsia="ar-SA"/>
        </w:rPr>
        <w:t xml:space="preserve"> </w:t>
      </w:r>
    </w:p>
    <w:p w:rsidR="00E267D9" w:rsidRPr="00706A6E" w:rsidRDefault="00E267D9" w:rsidP="0099413A">
      <w:pPr>
        <w:spacing w:after="0" w:line="240" w:lineRule="auto"/>
        <w:jc w:val="both"/>
        <w:rPr>
          <w:rFonts w:ascii="Times New Roman" w:eastAsia="MS Mincho" w:hAnsi="Times New Roman"/>
          <w:b/>
          <w:color w:val="000000"/>
          <w:spacing w:val="-3"/>
          <w:sz w:val="24"/>
          <w:szCs w:val="24"/>
          <w:lang w:eastAsia="ar-SA"/>
        </w:rPr>
      </w:pPr>
      <w:r w:rsidRPr="00706A6E">
        <w:rPr>
          <w:rFonts w:ascii="Times New Roman" w:eastAsia="MS Mincho" w:hAnsi="Times New Roman"/>
          <w:b/>
          <w:color w:val="000000"/>
          <w:spacing w:val="-3"/>
          <w:sz w:val="24"/>
          <w:szCs w:val="24"/>
          <w:lang w:eastAsia="ar-SA"/>
        </w:rPr>
        <w:t>Аннотация к рабочей программе кружка «</w:t>
      </w:r>
      <w:r>
        <w:rPr>
          <w:rFonts w:ascii="Times New Roman" w:eastAsia="MS Mincho" w:hAnsi="Times New Roman"/>
          <w:b/>
          <w:color w:val="000000"/>
          <w:spacing w:val="-3"/>
          <w:sz w:val="24"/>
          <w:szCs w:val="24"/>
          <w:lang w:eastAsia="ar-SA"/>
        </w:rPr>
        <w:t>Разговор о правильном питании</w:t>
      </w:r>
      <w:r w:rsidRPr="00706A6E">
        <w:rPr>
          <w:rFonts w:ascii="Times New Roman" w:eastAsia="MS Mincho" w:hAnsi="Times New Roman"/>
          <w:b/>
          <w:color w:val="000000"/>
          <w:spacing w:val="-3"/>
          <w:sz w:val="24"/>
          <w:szCs w:val="24"/>
          <w:lang w:eastAsia="ar-SA"/>
        </w:rPr>
        <w:t>»  (</w:t>
      </w:r>
      <w:r>
        <w:rPr>
          <w:rFonts w:ascii="Times New Roman" w:eastAsia="MS Mincho" w:hAnsi="Times New Roman"/>
          <w:b/>
          <w:color w:val="000000"/>
          <w:spacing w:val="-3"/>
          <w:sz w:val="24"/>
          <w:szCs w:val="24"/>
          <w:lang w:eastAsia="ar-SA"/>
        </w:rPr>
        <w:t>4</w:t>
      </w:r>
      <w:r w:rsidRPr="00706A6E">
        <w:rPr>
          <w:rFonts w:ascii="Times New Roman" w:eastAsia="MS Mincho" w:hAnsi="Times New Roman"/>
          <w:b/>
          <w:color w:val="000000"/>
          <w:spacing w:val="-3"/>
          <w:sz w:val="24"/>
          <w:szCs w:val="24"/>
          <w:lang w:eastAsia="ar-SA"/>
        </w:rPr>
        <w:t xml:space="preserve"> класс)</w:t>
      </w:r>
    </w:p>
    <w:p w:rsidR="00E267D9" w:rsidRPr="00706A6E" w:rsidRDefault="00E267D9" w:rsidP="0099413A">
      <w:pPr>
        <w:spacing w:after="0" w:line="240" w:lineRule="auto"/>
        <w:jc w:val="both"/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</w:pPr>
      <w:r w:rsidRPr="00706A6E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>Рабочая программа кружка «</w:t>
      </w:r>
      <w:r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>Разговор о правильном питании</w:t>
      </w:r>
      <w:r w:rsidRPr="00706A6E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>» составлена на основе</w:t>
      </w:r>
      <w:r w:rsidRPr="00037847">
        <w:t xml:space="preserve"> </w:t>
      </w:r>
      <w:r w:rsidRPr="00037847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 xml:space="preserve">авторского учебно-методического комплекта внеурочной деятельности </w:t>
      </w:r>
      <w:r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 xml:space="preserve"> </w:t>
      </w:r>
      <w:r w:rsidRPr="00037847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 xml:space="preserve">«Две недели в лагере здоровья» в рамках программы «Разговор о правильном питании» автор Безруких М.М., Филиппова Т.А., Макеева А.Г. Две недели в лагере здоровья/ Методическое </w:t>
      </w:r>
      <w:r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 xml:space="preserve">пособие. – М.: ОЛМА Медиа Групп, 2013. </w:t>
      </w:r>
      <w:r w:rsidRPr="00706A6E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 xml:space="preserve"> </w:t>
      </w:r>
      <w:r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 xml:space="preserve"> </w:t>
      </w:r>
    </w:p>
    <w:p w:rsidR="00E267D9" w:rsidRPr="00706A6E" w:rsidRDefault="00E267D9" w:rsidP="0099413A">
      <w:pPr>
        <w:spacing w:after="0" w:line="240" w:lineRule="auto"/>
        <w:jc w:val="both"/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</w:pPr>
      <w:r w:rsidRPr="00706A6E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>Рабочая  программа  кружка  «</w:t>
      </w:r>
      <w:r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>Разговор о правильном питании</w:t>
      </w:r>
      <w:r w:rsidRPr="00706A6E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>»  направлена на</w:t>
      </w:r>
      <w:r w:rsidRPr="003E61D9">
        <w:t xml:space="preserve"> </w:t>
      </w:r>
      <w:r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 xml:space="preserve"> </w:t>
      </w:r>
      <w:r w:rsidRPr="003E61D9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 xml:space="preserve">социальное  развитие обучающихся.  </w:t>
      </w:r>
      <w:r w:rsidRPr="00706A6E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 xml:space="preserve">Срок реализации программы </w:t>
      </w:r>
      <w:r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>1</w:t>
      </w:r>
      <w:r w:rsidRPr="00706A6E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 xml:space="preserve"> год.</w:t>
      </w:r>
      <w:r w:rsidRPr="00706A6E">
        <w:rPr>
          <w:sz w:val="24"/>
          <w:szCs w:val="24"/>
        </w:rPr>
        <w:t xml:space="preserve"> </w:t>
      </w:r>
      <w:r w:rsidRPr="00706A6E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 xml:space="preserve">Возраст детей – </w:t>
      </w:r>
      <w:r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 xml:space="preserve"> </w:t>
      </w:r>
      <w:r w:rsidRPr="00706A6E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>10 лет (4 класс).</w:t>
      </w:r>
    </w:p>
    <w:p w:rsidR="00E267D9" w:rsidRPr="00706A6E" w:rsidRDefault="00E267D9" w:rsidP="009941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6A6E">
        <w:rPr>
          <w:rFonts w:ascii="Times New Roman" w:hAnsi="Times New Roman"/>
          <w:sz w:val="24"/>
          <w:szCs w:val="24"/>
        </w:rPr>
        <w:t xml:space="preserve">Рабочая программа рассчитана  </w:t>
      </w:r>
      <w:r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 xml:space="preserve">в 4 </w:t>
      </w:r>
      <w:r w:rsidRPr="00706A6E">
        <w:rPr>
          <w:rFonts w:ascii="Times New Roman" w:eastAsia="MS Mincho" w:hAnsi="Times New Roman"/>
          <w:color w:val="000000"/>
          <w:spacing w:val="-3"/>
          <w:sz w:val="24"/>
          <w:szCs w:val="24"/>
          <w:lang w:eastAsia="ar-SA"/>
        </w:rPr>
        <w:t xml:space="preserve">классе на 34 часа (1 ч в неделю, 34 учебные недели).   </w:t>
      </w:r>
    </w:p>
    <w:p w:rsidR="00E267D9" w:rsidRPr="00706A6E" w:rsidRDefault="00E267D9">
      <w:pPr>
        <w:rPr>
          <w:sz w:val="24"/>
          <w:szCs w:val="24"/>
        </w:rPr>
      </w:pPr>
    </w:p>
    <w:sectPr w:rsidR="00E267D9" w:rsidRPr="00706A6E" w:rsidSect="00835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F27"/>
    <w:rsid w:val="00037847"/>
    <w:rsid w:val="00162744"/>
    <w:rsid w:val="00217DEC"/>
    <w:rsid w:val="00291DD9"/>
    <w:rsid w:val="003B5EE7"/>
    <w:rsid w:val="003E61D9"/>
    <w:rsid w:val="00441886"/>
    <w:rsid w:val="0047045A"/>
    <w:rsid w:val="00706A6E"/>
    <w:rsid w:val="007C5B2C"/>
    <w:rsid w:val="008351F3"/>
    <w:rsid w:val="008419B9"/>
    <w:rsid w:val="00895F27"/>
    <w:rsid w:val="0099413A"/>
    <w:rsid w:val="009F49F4"/>
    <w:rsid w:val="00A92127"/>
    <w:rsid w:val="00B05DE0"/>
    <w:rsid w:val="00B23758"/>
    <w:rsid w:val="00B922FE"/>
    <w:rsid w:val="00D51D1D"/>
    <w:rsid w:val="00DA1DBC"/>
    <w:rsid w:val="00E267D9"/>
    <w:rsid w:val="00F80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DE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174</TotalTime>
  <Pages>1</Pages>
  <Words>280</Words>
  <Characters>1600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2018-09-12T18:44:00Z</dcterms:created>
  <dcterms:modified xsi:type="dcterms:W3CDTF">2020-12-13T17:32:00Z</dcterms:modified>
</cp:coreProperties>
</file>